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2BB84B-5698-415B-92DE-500839CC747E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